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27B" w:rsidRDefault="0095327B" w:rsidP="0042514F">
      <w:pPr>
        <w:spacing w:after="0"/>
        <w:jc w:val="center"/>
        <w:rPr>
          <w:b/>
          <w:bCs/>
          <w:sz w:val="32"/>
          <w:szCs w:val="2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6" type="#_x0000_t75" style="position:absolute;left:0;text-align:left;margin-left:162pt;margin-top:-36pt;width:152.1pt;height:162pt;z-index:-251658240;visibility:visible" wrapcoords="-213 0 -213 21513 21515 21513 21515 0 -213 0">
            <v:imagedata r:id="rId5" o:title=""/>
            <w10:wrap type="tight"/>
          </v:shape>
        </w:pict>
      </w:r>
    </w:p>
    <w:p w:rsidR="0095327B" w:rsidRDefault="0095327B" w:rsidP="0042514F">
      <w:pPr>
        <w:spacing w:after="0"/>
        <w:jc w:val="center"/>
        <w:rPr>
          <w:b/>
          <w:bCs/>
          <w:sz w:val="32"/>
          <w:szCs w:val="26"/>
        </w:rPr>
      </w:pPr>
    </w:p>
    <w:p w:rsidR="0095327B" w:rsidRDefault="0095327B" w:rsidP="0042514F">
      <w:pPr>
        <w:spacing w:after="0"/>
        <w:jc w:val="center"/>
        <w:rPr>
          <w:b/>
          <w:bCs/>
          <w:sz w:val="32"/>
          <w:szCs w:val="26"/>
        </w:rPr>
      </w:pPr>
    </w:p>
    <w:p w:rsidR="0095327B" w:rsidRDefault="0095327B" w:rsidP="0042514F">
      <w:pPr>
        <w:spacing w:after="0"/>
        <w:jc w:val="center"/>
        <w:rPr>
          <w:b/>
          <w:bCs/>
          <w:sz w:val="32"/>
          <w:szCs w:val="26"/>
        </w:rPr>
      </w:pPr>
    </w:p>
    <w:p w:rsidR="0095327B" w:rsidRDefault="0095327B" w:rsidP="0042514F">
      <w:pPr>
        <w:spacing w:after="0"/>
        <w:jc w:val="center"/>
        <w:rPr>
          <w:b/>
          <w:bCs/>
          <w:sz w:val="32"/>
          <w:szCs w:val="26"/>
        </w:rPr>
      </w:pPr>
    </w:p>
    <w:p w:rsidR="0095327B" w:rsidRDefault="0095327B" w:rsidP="0042514F">
      <w:pPr>
        <w:spacing w:after="0"/>
        <w:jc w:val="center"/>
        <w:rPr>
          <w:b/>
          <w:bCs/>
          <w:sz w:val="32"/>
          <w:szCs w:val="26"/>
        </w:rPr>
      </w:pPr>
    </w:p>
    <w:p w:rsidR="0095327B" w:rsidRPr="00BC0879" w:rsidRDefault="0095327B" w:rsidP="0042514F">
      <w:pPr>
        <w:spacing w:after="0"/>
        <w:jc w:val="center"/>
        <w:rPr>
          <w:b/>
          <w:bCs/>
          <w:sz w:val="24"/>
          <w:szCs w:val="24"/>
        </w:rPr>
      </w:pPr>
    </w:p>
    <w:p w:rsidR="0095327B" w:rsidRPr="0042514F" w:rsidRDefault="0095327B" w:rsidP="0042514F">
      <w:pPr>
        <w:spacing w:after="0"/>
        <w:jc w:val="center"/>
        <w:rPr>
          <w:b/>
          <w:bCs/>
          <w:i/>
          <w:iCs/>
          <w:sz w:val="32"/>
          <w:szCs w:val="26"/>
        </w:rPr>
      </w:pPr>
      <w:r>
        <w:rPr>
          <w:b/>
          <w:bCs/>
          <w:sz w:val="32"/>
          <w:szCs w:val="26"/>
        </w:rPr>
        <w:t>English-Language Arts Curriculum Review</w:t>
      </w:r>
    </w:p>
    <w:p w:rsidR="0095327B" w:rsidRPr="00BC0879" w:rsidRDefault="0095327B" w:rsidP="00630C21">
      <w:pPr>
        <w:spacing w:after="0"/>
        <w:jc w:val="center"/>
        <w:rPr>
          <w:b/>
          <w:bCs/>
          <w:sz w:val="28"/>
          <w:szCs w:val="28"/>
        </w:rPr>
      </w:pPr>
      <w:r w:rsidRPr="00BC0879">
        <w:rPr>
          <w:b/>
          <w:bCs/>
          <w:sz w:val="28"/>
          <w:szCs w:val="28"/>
        </w:rPr>
        <w:t>Tuesday, October 4, 2011</w:t>
      </w:r>
    </w:p>
    <w:p w:rsidR="0095327B" w:rsidRPr="00BC0879" w:rsidRDefault="0095327B" w:rsidP="00630C21">
      <w:pPr>
        <w:spacing w:after="0"/>
        <w:jc w:val="center"/>
        <w:rPr>
          <w:b/>
          <w:bCs/>
          <w:sz w:val="28"/>
          <w:szCs w:val="28"/>
        </w:rPr>
      </w:pPr>
      <w:r w:rsidRPr="00BC0879">
        <w:rPr>
          <w:b/>
          <w:bCs/>
          <w:sz w:val="28"/>
          <w:szCs w:val="28"/>
        </w:rPr>
        <w:t xml:space="preserve">Big </w:t>
      </w:r>
      <w:smartTag w:uri="urn:schemas-microsoft-com:office:smarttags" w:element="place">
        <w:smartTag w:uri="urn:schemas-microsoft-com:office:smarttags" w:element="PlaceName">
          <w:r w:rsidRPr="00BC0879">
            <w:rPr>
              <w:b/>
              <w:bCs/>
              <w:sz w:val="28"/>
              <w:szCs w:val="28"/>
            </w:rPr>
            <w:t>Sky</w:t>
          </w:r>
        </w:smartTag>
        <w:r w:rsidRPr="00BC0879">
          <w:rPr>
            <w:b/>
            <w:bCs/>
            <w:sz w:val="28"/>
            <w:szCs w:val="28"/>
          </w:rPr>
          <w:t xml:space="preserve"> </w:t>
        </w:r>
        <w:smartTag w:uri="urn:schemas-microsoft-com:office:smarttags" w:element="PlaceType">
          <w:r w:rsidRPr="00BC0879">
            <w:rPr>
              <w:b/>
              <w:bCs/>
              <w:sz w:val="28"/>
              <w:szCs w:val="28"/>
            </w:rPr>
            <w:t>H</w:t>
          </w:r>
          <w:r>
            <w:rPr>
              <w:b/>
              <w:bCs/>
              <w:sz w:val="28"/>
              <w:szCs w:val="28"/>
            </w:rPr>
            <w:t xml:space="preserve">igh </w:t>
          </w:r>
          <w:r w:rsidRPr="00BC0879">
            <w:rPr>
              <w:b/>
              <w:bCs/>
              <w:sz w:val="28"/>
              <w:szCs w:val="28"/>
            </w:rPr>
            <w:t>S</w:t>
          </w:r>
          <w:r>
            <w:rPr>
              <w:b/>
              <w:bCs/>
              <w:sz w:val="28"/>
              <w:szCs w:val="28"/>
            </w:rPr>
            <w:t>chool</w:t>
          </w:r>
        </w:smartTag>
      </w:smartTag>
      <w:r w:rsidRPr="00BC0879">
        <w:rPr>
          <w:b/>
          <w:bCs/>
          <w:sz w:val="28"/>
          <w:szCs w:val="28"/>
        </w:rPr>
        <w:t xml:space="preserve"> Library, </w:t>
      </w:r>
      <w:smartTag w:uri="urn:schemas-microsoft-com:office:smarttags" w:element="address">
        <w:smartTag w:uri="urn:schemas-microsoft-com:office:smarttags" w:element="Street">
          <w:r w:rsidRPr="00BC0879">
            <w:rPr>
              <w:b/>
              <w:bCs/>
              <w:sz w:val="28"/>
              <w:szCs w:val="28"/>
            </w:rPr>
            <w:t>3100 South Avenue West</w:t>
          </w:r>
        </w:smartTag>
      </w:smartTag>
    </w:p>
    <w:p w:rsidR="0095327B" w:rsidRPr="00BC0879" w:rsidRDefault="0095327B" w:rsidP="00630C21">
      <w:pPr>
        <w:spacing w:after="0"/>
        <w:jc w:val="center"/>
        <w:rPr>
          <w:b/>
          <w:bCs/>
          <w:sz w:val="28"/>
          <w:szCs w:val="28"/>
        </w:rPr>
      </w:pPr>
      <w:r w:rsidRPr="00BC0879">
        <w:rPr>
          <w:b/>
          <w:bCs/>
          <w:sz w:val="28"/>
          <w:szCs w:val="28"/>
        </w:rPr>
        <w:t>4 p.m. – 6 p.m.</w:t>
      </w:r>
    </w:p>
    <w:p w:rsidR="0095327B" w:rsidRDefault="0095327B" w:rsidP="002A1BCA">
      <w:pPr>
        <w:spacing w:after="0" w:line="240" w:lineRule="auto"/>
        <w:jc w:val="center"/>
        <w:rPr>
          <w:b/>
          <w:bCs/>
          <w:sz w:val="26"/>
          <w:szCs w:val="26"/>
        </w:rPr>
      </w:pPr>
    </w:p>
    <w:p w:rsidR="0095327B" w:rsidRPr="0074380A" w:rsidRDefault="0095327B" w:rsidP="0042514F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Guiding Question:</w:t>
      </w:r>
    </w:p>
    <w:p w:rsidR="0095327B" w:rsidRDefault="0095327B" w:rsidP="006C38C0">
      <w:pPr>
        <w:spacing w:after="0" w:line="24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How does our work meet district goals and model 21</w:t>
      </w:r>
      <w:r w:rsidRPr="006C38C0">
        <w:rPr>
          <w:bCs/>
          <w:sz w:val="26"/>
          <w:szCs w:val="26"/>
          <w:vertAlign w:val="superscript"/>
        </w:rPr>
        <w:t>st</w:t>
      </w:r>
      <w:r>
        <w:rPr>
          <w:bCs/>
          <w:sz w:val="26"/>
          <w:szCs w:val="26"/>
        </w:rPr>
        <w:t xml:space="preserve"> century education?</w:t>
      </w:r>
    </w:p>
    <w:p w:rsidR="0095327B" w:rsidRPr="0074380A" w:rsidRDefault="0095327B" w:rsidP="0074380A">
      <w:pPr>
        <w:spacing w:after="0" w:line="240" w:lineRule="auto"/>
        <w:jc w:val="center"/>
        <w:rPr>
          <w:bCs/>
          <w:sz w:val="26"/>
          <w:szCs w:val="26"/>
        </w:rPr>
      </w:pPr>
    </w:p>
    <w:p w:rsidR="0095327B" w:rsidRDefault="0095327B" w:rsidP="0042514F">
      <w:pPr>
        <w:spacing w:after="0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Long term target:</w:t>
      </w:r>
    </w:p>
    <w:p w:rsidR="0095327B" w:rsidRDefault="0095327B" w:rsidP="0042514F">
      <w:pPr>
        <w:spacing w:after="0"/>
        <w:rPr>
          <w:bCs/>
          <w:sz w:val="26"/>
          <w:szCs w:val="26"/>
        </w:rPr>
      </w:pPr>
      <w:r>
        <w:rPr>
          <w:bCs/>
          <w:sz w:val="26"/>
          <w:szCs w:val="26"/>
        </w:rPr>
        <w:t>Determine essential outcomes for the Common Core State Standards by grade level with K-12 alignment.</w:t>
      </w:r>
    </w:p>
    <w:p w:rsidR="0095327B" w:rsidRPr="00B94D49" w:rsidRDefault="0095327B" w:rsidP="0042514F">
      <w:pPr>
        <w:spacing w:after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</w:p>
    <w:p w:rsidR="0095327B" w:rsidRPr="005E3DA7" w:rsidRDefault="0095327B" w:rsidP="0042514F">
      <w:pPr>
        <w:spacing w:after="0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Short term targets:</w:t>
      </w:r>
    </w:p>
    <w:p w:rsidR="0095327B" w:rsidRDefault="0095327B" w:rsidP="00B94D49">
      <w:pPr>
        <w:numPr>
          <w:ilvl w:val="0"/>
          <w:numId w:val="11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>Identify essential components for writing at each grade level</w:t>
      </w:r>
    </w:p>
    <w:p w:rsidR="0095327B" w:rsidRDefault="0095327B" w:rsidP="00B94D49">
      <w:pPr>
        <w:numPr>
          <w:ilvl w:val="0"/>
          <w:numId w:val="11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>Analyze current matrix for alignment to essential components</w:t>
      </w:r>
    </w:p>
    <w:p w:rsidR="0095327B" w:rsidRPr="005E3DA7" w:rsidRDefault="0095327B" w:rsidP="0042514F">
      <w:pPr>
        <w:spacing w:after="0"/>
        <w:rPr>
          <w:sz w:val="26"/>
          <w:szCs w:val="26"/>
        </w:rPr>
      </w:pPr>
    </w:p>
    <w:p w:rsidR="0095327B" w:rsidRDefault="0095327B" w:rsidP="0042514F">
      <w:pPr>
        <w:pStyle w:val="ColorfulList-Accent11"/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CASC </w:t>
      </w:r>
      <w:r w:rsidRPr="005E3DA7">
        <w:rPr>
          <w:b/>
          <w:bCs/>
          <w:sz w:val="26"/>
          <w:szCs w:val="26"/>
        </w:rPr>
        <w:t>AGENDA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90"/>
        <w:gridCol w:w="7290"/>
      </w:tblGrid>
      <w:tr w:rsidR="0095327B" w:rsidTr="00B421A4">
        <w:tc>
          <w:tcPr>
            <w:tcW w:w="1890" w:type="dxa"/>
          </w:tcPr>
          <w:p w:rsidR="0095327B" w:rsidRPr="00B421A4" w:rsidRDefault="0095327B" w:rsidP="00B421A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4:00 – 4:10</w:t>
            </w:r>
          </w:p>
        </w:tc>
        <w:tc>
          <w:tcPr>
            <w:tcW w:w="7290" w:type="dxa"/>
          </w:tcPr>
          <w:p w:rsidR="0095327B" w:rsidRPr="00120072" w:rsidRDefault="0095327B" w:rsidP="00B421A4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120072">
              <w:rPr>
                <w:b/>
                <w:sz w:val="24"/>
                <w:szCs w:val="24"/>
              </w:rPr>
              <w:t>Welcome and Review Agenda</w:t>
            </w:r>
          </w:p>
        </w:tc>
      </w:tr>
      <w:tr w:rsidR="0095327B" w:rsidTr="00B421A4">
        <w:tc>
          <w:tcPr>
            <w:tcW w:w="1890" w:type="dxa"/>
          </w:tcPr>
          <w:p w:rsidR="0095327B" w:rsidRPr="00B421A4" w:rsidRDefault="0095327B" w:rsidP="00120072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4:10 – 4:25</w:t>
            </w:r>
          </w:p>
        </w:tc>
        <w:tc>
          <w:tcPr>
            <w:tcW w:w="7290" w:type="dxa"/>
          </w:tcPr>
          <w:p w:rsidR="0095327B" w:rsidRPr="00B421A4" w:rsidRDefault="0095327B" w:rsidP="00B421A4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Report building level accomplishments on ELA and wiki since August (Think, Write, Trio Share Protocol)</w:t>
            </w:r>
          </w:p>
        </w:tc>
      </w:tr>
      <w:tr w:rsidR="0095327B" w:rsidTr="00B421A4">
        <w:tc>
          <w:tcPr>
            <w:tcW w:w="1890" w:type="dxa"/>
          </w:tcPr>
          <w:p w:rsidR="0095327B" w:rsidRPr="00B421A4" w:rsidRDefault="0095327B" w:rsidP="00B421A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4:25 – 4:45</w:t>
            </w:r>
          </w:p>
        </w:tc>
        <w:tc>
          <w:tcPr>
            <w:tcW w:w="7290" w:type="dxa"/>
          </w:tcPr>
          <w:p w:rsidR="0095327B" w:rsidRPr="00B421A4" w:rsidRDefault="0095327B" w:rsidP="00B421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Model Writing Standard Articulation (Julie &amp; Alanna)</w:t>
            </w:r>
          </w:p>
        </w:tc>
      </w:tr>
      <w:tr w:rsidR="0095327B" w:rsidTr="00B421A4">
        <w:tc>
          <w:tcPr>
            <w:tcW w:w="1890" w:type="dxa"/>
          </w:tcPr>
          <w:p w:rsidR="0095327B" w:rsidRPr="00B421A4" w:rsidRDefault="0095327B" w:rsidP="00B421A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4:45 – 5:50</w:t>
            </w:r>
          </w:p>
        </w:tc>
        <w:tc>
          <w:tcPr>
            <w:tcW w:w="7290" w:type="dxa"/>
          </w:tcPr>
          <w:p w:rsidR="0095327B" w:rsidRPr="00120072" w:rsidRDefault="0095327B" w:rsidP="00B421A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20072">
              <w:rPr>
                <w:b/>
                <w:sz w:val="24"/>
                <w:szCs w:val="24"/>
              </w:rPr>
              <w:t xml:space="preserve">Partner work on K-12 </w:t>
            </w:r>
            <w:r>
              <w:rPr>
                <w:b/>
                <w:sz w:val="24"/>
                <w:szCs w:val="24"/>
              </w:rPr>
              <w:t>writing s</w:t>
            </w:r>
            <w:r w:rsidRPr="00120072">
              <w:rPr>
                <w:b/>
                <w:sz w:val="24"/>
                <w:szCs w:val="24"/>
              </w:rPr>
              <w:t>tandard</w:t>
            </w:r>
            <w:r>
              <w:rPr>
                <w:b/>
                <w:sz w:val="24"/>
                <w:szCs w:val="24"/>
              </w:rPr>
              <w:t xml:space="preserve"> essential components and matrix</w:t>
            </w:r>
          </w:p>
        </w:tc>
      </w:tr>
      <w:tr w:rsidR="0095327B" w:rsidTr="00B421A4">
        <w:tc>
          <w:tcPr>
            <w:tcW w:w="1890" w:type="dxa"/>
          </w:tcPr>
          <w:p w:rsidR="0095327B" w:rsidRPr="00B421A4" w:rsidRDefault="0095327B" w:rsidP="00B421A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5:50 – 6:00</w:t>
            </w:r>
          </w:p>
        </w:tc>
        <w:tc>
          <w:tcPr>
            <w:tcW w:w="7290" w:type="dxa"/>
          </w:tcPr>
          <w:p w:rsidR="0095327B" w:rsidRPr="00120072" w:rsidRDefault="0095327B" w:rsidP="00DA1598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Plus/Delta</w:t>
            </w:r>
          </w:p>
        </w:tc>
      </w:tr>
      <w:tr w:rsidR="0095327B" w:rsidTr="00B421A4">
        <w:tc>
          <w:tcPr>
            <w:tcW w:w="1890" w:type="dxa"/>
          </w:tcPr>
          <w:p w:rsidR="0095327B" w:rsidRPr="00B421A4" w:rsidRDefault="0095327B" w:rsidP="00B421A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290" w:type="dxa"/>
          </w:tcPr>
          <w:p w:rsidR="0095327B" w:rsidRPr="00B421A4" w:rsidRDefault="0095327B" w:rsidP="00B421A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Public Comment</w:t>
            </w:r>
          </w:p>
        </w:tc>
      </w:tr>
      <w:tr w:rsidR="0095327B" w:rsidTr="00FC7AD4">
        <w:tc>
          <w:tcPr>
            <w:tcW w:w="9180" w:type="dxa"/>
            <w:gridSpan w:val="2"/>
          </w:tcPr>
          <w:p w:rsidR="0095327B" w:rsidRDefault="0095327B" w:rsidP="00BC087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20072">
              <w:rPr>
                <w:b/>
                <w:sz w:val="24"/>
                <w:szCs w:val="24"/>
              </w:rPr>
              <w:t>Work Continuation</w:t>
            </w:r>
            <w:r>
              <w:rPr>
                <w:b/>
                <w:sz w:val="24"/>
                <w:szCs w:val="24"/>
              </w:rPr>
              <w:t>: standards, matrix, material alignment</w:t>
            </w:r>
          </w:p>
          <w:p w:rsidR="0095327B" w:rsidRDefault="0095327B" w:rsidP="00BC0879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Next Meeting:  Tuesday, November 29</w:t>
            </w:r>
            <w:r w:rsidRPr="00791443">
              <w:rPr>
                <w:b/>
                <w:sz w:val="24"/>
                <w:szCs w:val="24"/>
                <w:vertAlign w:val="superscript"/>
              </w:rPr>
              <w:t>th</w:t>
            </w:r>
            <w:r>
              <w:rPr>
                <w:b/>
                <w:sz w:val="24"/>
                <w:szCs w:val="24"/>
              </w:rPr>
              <w:t xml:space="preserve"> :  4 p.m. – 6 p.m.</w:t>
            </w:r>
          </w:p>
        </w:tc>
      </w:tr>
    </w:tbl>
    <w:p w:rsidR="0095327B" w:rsidRPr="005E3DA7" w:rsidRDefault="0095327B" w:rsidP="00AB6D51">
      <w:pPr>
        <w:pStyle w:val="ColorfulList-Accent11"/>
        <w:spacing w:after="0"/>
        <w:ind w:left="0"/>
        <w:rPr>
          <w:b/>
          <w:bCs/>
          <w:sz w:val="26"/>
          <w:szCs w:val="26"/>
        </w:rPr>
      </w:pPr>
    </w:p>
    <w:sectPr w:rsidR="0095327B" w:rsidRPr="005E3DA7" w:rsidSect="00FB32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2E200D1"/>
    <w:multiLevelType w:val="hybridMultilevel"/>
    <w:tmpl w:val="8AA67F3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4C41A1F"/>
    <w:multiLevelType w:val="hybridMultilevel"/>
    <w:tmpl w:val="91307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1"/>
  </w:num>
  <w:num w:numId="6">
    <w:abstractNumId w:val="7"/>
  </w:num>
  <w:num w:numId="7">
    <w:abstractNumId w:val="6"/>
  </w:num>
  <w:num w:numId="8">
    <w:abstractNumId w:val="10"/>
  </w:num>
  <w:num w:numId="9">
    <w:abstractNumId w:val="1"/>
  </w:num>
  <w:num w:numId="10">
    <w:abstractNumId w:val="5"/>
  </w:num>
  <w:num w:numId="11">
    <w:abstractNumId w:val="9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7F31"/>
    <w:rsid w:val="000629B4"/>
    <w:rsid w:val="00096E25"/>
    <w:rsid w:val="000D7AE8"/>
    <w:rsid w:val="000F7FC3"/>
    <w:rsid w:val="00113145"/>
    <w:rsid w:val="00120072"/>
    <w:rsid w:val="00130230"/>
    <w:rsid w:val="001479F5"/>
    <w:rsid w:val="00170C7A"/>
    <w:rsid w:val="00173DE6"/>
    <w:rsid w:val="001918B1"/>
    <w:rsid w:val="001A6B6A"/>
    <w:rsid w:val="001D5B48"/>
    <w:rsid w:val="00211524"/>
    <w:rsid w:val="002528AF"/>
    <w:rsid w:val="00256191"/>
    <w:rsid w:val="00261AEE"/>
    <w:rsid w:val="00262D4E"/>
    <w:rsid w:val="002657F1"/>
    <w:rsid w:val="00272563"/>
    <w:rsid w:val="002A1BCA"/>
    <w:rsid w:val="002D5204"/>
    <w:rsid w:val="002E315A"/>
    <w:rsid w:val="002E6272"/>
    <w:rsid w:val="002E6A14"/>
    <w:rsid w:val="00302880"/>
    <w:rsid w:val="0031724A"/>
    <w:rsid w:val="003455F3"/>
    <w:rsid w:val="00364AE5"/>
    <w:rsid w:val="003B6B6E"/>
    <w:rsid w:val="003B785B"/>
    <w:rsid w:val="003D0E95"/>
    <w:rsid w:val="0042514F"/>
    <w:rsid w:val="00444E1D"/>
    <w:rsid w:val="00445A31"/>
    <w:rsid w:val="004A56FC"/>
    <w:rsid w:val="004D2A8E"/>
    <w:rsid w:val="004F114C"/>
    <w:rsid w:val="004F3928"/>
    <w:rsid w:val="005011DD"/>
    <w:rsid w:val="005E3DA7"/>
    <w:rsid w:val="005E45EE"/>
    <w:rsid w:val="006117FD"/>
    <w:rsid w:val="0061515E"/>
    <w:rsid w:val="00630C21"/>
    <w:rsid w:val="00645DBF"/>
    <w:rsid w:val="00674D6E"/>
    <w:rsid w:val="006754F9"/>
    <w:rsid w:val="006821E7"/>
    <w:rsid w:val="006A28F9"/>
    <w:rsid w:val="006B5823"/>
    <w:rsid w:val="006B6455"/>
    <w:rsid w:val="006C38C0"/>
    <w:rsid w:val="006C4C9E"/>
    <w:rsid w:val="006D2964"/>
    <w:rsid w:val="006E5C58"/>
    <w:rsid w:val="00702F59"/>
    <w:rsid w:val="00721812"/>
    <w:rsid w:val="0074380A"/>
    <w:rsid w:val="00757C4E"/>
    <w:rsid w:val="00762B99"/>
    <w:rsid w:val="00782701"/>
    <w:rsid w:val="007850FB"/>
    <w:rsid w:val="00791443"/>
    <w:rsid w:val="00832F76"/>
    <w:rsid w:val="00866409"/>
    <w:rsid w:val="008927BA"/>
    <w:rsid w:val="008961E3"/>
    <w:rsid w:val="008A36A2"/>
    <w:rsid w:val="008D22CA"/>
    <w:rsid w:val="008F1452"/>
    <w:rsid w:val="008F2B9C"/>
    <w:rsid w:val="00920817"/>
    <w:rsid w:val="009378BF"/>
    <w:rsid w:val="00942690"/>
    <w:rsid w:val="0095327B"/>
    <w:rsid w:val="0095792D"/>
    <w:rsid w:val="00996CBC"/>
    <w:rsid w:val="009B0E89"/>
    <w:rsid w:val="009B18AF"/>
    <w:rsid w:val="00A0146E"/>
    <w:rsid w:val="00A60369"/>
    <w:rsid w:val="00A830B4"/>
    <w:rsid w:val="00A96957"/>
    <w:rsid w:val="00AB255A"/>
    <w:rsid w:val="00AB6D51"/>
    <w:rsid w:val="00AC7594"/>
    <w:rsid w:val="00AF65CF"/>
    <w:rsid w:val="00B20902"/>
    <w:rsid w:val="00B421A4"/>
    <w:rsid w:val="00B94D49"/>
    <w:rsid w:val="00BA46EA"/>
    <w:rsid w:val="00BA7128"/>
    <w:rsid w:val="00BC0879"/>
    <w:rsid w:val="00BE6051"/>
    <w:rsid w:val="00C27F31"/>
    <w:rsid w:val="00C30370"/>
    <w:rsid w:val="00C3406E"/>
    <w:rsid w:val="00CD5364"/>
    <w:rsid w:val="00D25B44"/>
    <w:rsid w:val="00D40353"/>
    <w:rsid w:val="00DA07AA"/>
    <w:rsid w:val="00DA1598"/>
    <w:rsid w:val="00DB746D"/>
    <w:rsid w:val="00DC5C0B"/>
    <w:rsid w:val="00DD6ACA"/>
    <w:rsid w:val="00DE17A2"/>
    <w:rsid w:val="00DE57FF"/>
    <w:rsid w:val="00ED0937"/>
    <w:rsid w:val="00ED0C5D"/>
    <w:rsid w:val="00EE02D9"/>
    <w:rsid w:val="00EE3C0B"/>
    <w:rsid w:val="00F35434"/>
    <w:rsid w:val="00F37C15"/>
    <w:rsid w:val="00F64C4B"/>
    <w:rsid w:val="00F80D01"/>
    <w:rsid w:val="00FB32FF"/>
    <w:rsid w:val="00FC3CBB"/>
    <w:rsid w:val="00FC7AD4"/>
    <w:rsid w:val="00FF2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rsid w:val="00C27F31"/>
    <w:pPr>
      <w:ind w:left="720"/>
    </w:pPr>
  </w:style>
  <w:style w:type="character" w:styleId="Hyperlink">
    <w:name w:val="Hyperlink"/>
    <w:basedOn w:val="DefaultParagraphFont"/>
    <w:uiPriority w:val="99"/>
    <w:rsid w:val="00D40353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CD5364"/>
    <w:rPr>
      <w:rFonts w:cs="Times New Roman"/>
      <w:color w:val="800080"/>
      <w:u w:val="single"/>
    </w:rPr>
  </w:style>
  <w:style w:type="paragraph" w:styleId="ListParagraph">
    <w:name w:val="List Paragraph"/>
    <w:basedOn w:val="Normal"/>
    <w:uiPriority w:val="99"/>
    <w:qFormat/>
    <w:rsid w:val="0042514F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6754F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9280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</Pages>
  <Words>145</Words>
  <Characters>827</Characters>
  <Application>Microsoft Office Outlook</Application>
  <DocSecurity>0</DocSecurity>
  <Lines>0</Lines>
  <Paragraphs>0</Paragraphs>
  <ScaleCrop>false</ScaleCrop>
  <Company>Missoula County Public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MCPS</cp:lastModifiedBy>
  <cp:revision>4</cp:revision>
  <cp:lastPrinted>2011-08-01T15:24:00Z</cp:lastPrinted>
  <dcterms:created xsi:type="dcterms:W3CDTF">2011-09-27T21:56:00Z</dcterms:created>
  <dcterms:modified xsi:type="dcterms:W3CDTF">2011-09-27T22:08:00Z</dcterms:modified>
</cp:coreProperties>
</file>